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736496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736496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105DA2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736496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VZ22_2021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Objektové uložiště pro </w:t>
            </w:r>
            <w:proofErr w:type="spellStart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můjRozhlas</w:t>
            </w:r>
            <w:proofErr w:type="spellEnd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, digitalizaci archivu a ostatní internetové projekty </w:t>
            </w:r>
            <w:proofErr w:type="spellStart"/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ČRo</w:t>
            </w:r>
            <w:proofErr w:type="spellEnd"/>
          </w:p>
        </w:tc>
      </w:tr>
      <w:tr w:rsidR="00105DA2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105DA2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736496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105DA2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73649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736496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105DA2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73649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736496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105DA2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73649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736496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05DA2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736496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05DA2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73649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73649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05DA2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73649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73649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05DA2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73649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73649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05DA2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73649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73649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05DA2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73649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73649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05DA2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73649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73649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05DA2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736496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73649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736496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Default="0073649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5032B4">
        <w:rPr>
          <w:rFonts w:ascii="Arial" w:hAnsi="Arial" w:cs="Arial"/>
          <w:sz w:val="20"/>
          <w:szCs w:val="20"/>
        </w:rPr>
        <w:t xml:space="preserve"> písm. b) </w:t>
      </w:r>
      <w:r w:rsidR="005032B4">
        <w:rPr>
          <w:rFonts w:ascii="Arial" w:hAnsi="Arial" w:cs="Arial"/>
          <w:sz w:val="20"/>
          <w:szCs w:val="20"/>
        </w:rPr>
        <w:t>ve vztahu ke spotřební dani</w:t>
      </w:r>
      <w:r w:rsidR="005032B4">
        <w:rPr>
          <w:rFonts w:ascii="Arial" w:hAnsi="Arial" w:cs="Arial"/>
          <w:sz w:val="20"/>
          <w:szCs w:val="20"/>
        </w:rPr>
        <w:t xml:space="preserve"> </w:t>
      </w:r>
      <w:r w:rsidR="00AA76E4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AA76E4">
        <w:rPr>
          <w:rFonts w:ascii="Arial" w:hAnsi="Arial" w:cs="Arial"/>
          <w:sz w:val="20"/>
          <w:szCs w:val="20"/>
        </w:rPr>
        <w:t xml:space="preserve"> (dále jen „ZZVZ“)</w:t>
      </w:r>
      <w:r w:rsidR="00AA76E4">
        <w:rPr>
          <w:rFonts w:ascii="Arial" w:hAnsi="Arial" w:cs="Arial"/>
          <w:sz w:val="20"/>
          <w:szCs w:val="20"/>
        </w:rPr>
        <w:t>, dle</w:t>
      </w:r>
      <w:r w:rsidR="005032B4">
        <w:rPr>
          <w:rFonts w:ascii="Arial" w:hAnsi="Arial" w:cs="Arial"/>
          <w:sz w:val="20"/>
          <w:szCs w:val="20"/>
        </w:rPr>
        <w:t xml:space="preserve"> § 74 odst. 1 písm. c)</w:t>
      </w:r>
      <w:r w:rsidR="00AA76E4">
        <w:rPr>
          <w:rFonts w:ascii="Arial" w:hAnsi="Arial" w:cs="Arial"/>
          <w:sz w:val="20"/>
          <w:szCs w:val="20"/>
        </w:rPr>
        <w:t xml:space="preserve"> ZZVZ a </w:t>
      </w:r>
      <w:r w:rsidR="00AA76E4" w:rsidRPr="00447B8F">
        <w:rPr>
          <w:rFonts w:ascii="Arial" w:hAnsi="Arial" w:cs="Arial"/>
          <w:sz w:val="20"/>
          <w:szCs w:val="20"/>
        </w:rPr>
        <w:t>dle § 74</w:t>
      </w:r>
      <w:r w:rsidR="00AA76E4">
        <w:rPr>
          <w:rFonts w:ascii="Arial" w:hAnsi="Arial" w:cs="Arial"/>
          <w:sz w:val="20"/>
          <w:szCs w:val="20"/>
        </w:rPr>
        <w:t xml:space="preserve"> odst. 1 písm. e) ZZVZ</w:t>
      </w:r>
      <w:r w:rsidR="00AA76E4">
        <w:rPr>
          <w:rFonts w:ascii="Arial" w:hAnsi="Arial" w:cs="Arial"/>
          <w:sz w:val="20"/>
          <w:szCs w:val="20"/>
        </w:rPr>
        <w:t xml:space="preserve"> </w:t>
      </w:r>
      <w:r w:rsidR="00AA76E4">
        <w:rPr>
          <w:rFonts w:ascii="Arial" w:hAnsi="Arial" w:cs="Arial"/>
          <w:sz w:val="20"/>
          <w:szCs w:val="20"/>
        </w:rPr>
        <w:t>(</w:t>
      </w:r>
      <w:r w:rsidR="00AA76E4">
        <w:rPr>
          <w:rFonts w:ascii="Arial" w:hAnsi="Arial" w:cs="Arial"/>
          <w:sz w:val="20"/>
          <w:szCs w:val="20"/>
        </w:rPr>
        <w:t>pokud není zapsán v obchodním rejstříku</w:t>
      </w:r>
      <w:r w:rsidR="00AA76E4">
        <w:rPr>
          <w:rFonts w:ascii="Arial" w:hAnsi="Arial" w:cs="Arial"/>
          <w:sz w:val="20"/>
          <w:szCs w:val="20"/>
        </w:rPr>
        <w:t>)</w:t>
      </w:r>
      <w:r w:rsidR="00AA76E4">
        <w:rPr>
          <w:rFonts w:ascii="Arial" w:hAnsi="Arial" w:cs="Arial"/>
          <w:sz w:val="20"/>
          <w:szCs w:val="20"/>
        </w:rPr>
        <w:t>,</w:t>
      </w:r>
    </w:p>
    <w:p w:rsidR="001B0881" w:rsidRPr="005032B4" w:rsidRDefault="001B0881" w:rsidP="005032B4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F5695" w:rsidRDefault="00736496" w:rsidP="005032B4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AA76E4">
        <w:rPr>
          <w:rFonts w:ascii="Arial" w:hAnsi="Arial" w:cs="Arial"/>
          <w:sz w:val="20"/>
          <w:szCs w:val="20"/>
        </w:rPr>
        <w:t>části B. Kvalifikace v čl. III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Seznam významných </w:t>
      </w:r>
      <w:r w:rsidR="00657AF1" w:rsidRPr="00657AF1">
        <w:rPr>
          <w:rFonts w:ascii="Arial" w:hAnsi="Arial" w:cs="Arial"/>
          <w:sz w:val="20"/>
          <w:szCs w:val="20"/>
        </w:rPr>
        <w:t>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AA76E4">
        <w:rPr>
          <w:rFonts w:ascii="Arial" w:hAnsi="Arial" w:cs="Arial"/>
          <w:sz w:val="20"/>
          <w:szCs w:val="20"/>
        </w:rPr>
        <w:t>služeb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AA76E4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AA76E4">
        <w:rPr>
          <w:rFonts w:ascii="Arial" w:hAnsi="Arial" w:cs="Arial"/>
          <w:sz w:val="20"/>
          <w:szCs w:val="20"/>
        </w:rPr>
        <w:t>objednatele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AA76E4" w:rsidRPr="00AA76E4" w:rsidRDefault="00AA76E4" w:rsidP="00AA76E4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BF5695" w:rsidRDefault="00736496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05DA2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36496" w:rsidP="00AA76E4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36496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DA2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36496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36496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DA2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36496" w:rsidP="00AA76E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36496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DA2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36496" w:rsidP="00AA76E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A004B7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36496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05DA2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36496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36496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736496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A76E4" w:rsidTr="005C3BC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A76E4" w:rsidRPr="00447B8F" w:rsidRDefault="00AA76E4" w:rsidP="005C3BC2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A76E4" w:rsidRPr="00447B8F" w:rsidRDefault="00AA76E4" w:rsidP="005C3BC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76E4" w:rsidTr="005C3BC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A76E4" w:rsidRPr="00447B8F" w:rsidRDefault="00AA76E4" w:rsidP="005C3BC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A76E4" w:rsidRPr="00447B8F" w:rsidRDefault="00AA76E4" w:rsidP="005C3BC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76E4" w:rsidTr="005C3BC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A76E4" w:rsidRPr="00447B8F" w:rsidRDefault="00AA76E4" w:rsidP="005C3BC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A76E4" w:rsidRPr="00447B8F" w:rsidRDefault="00AA76E4" w:rsidP="005C3BC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76E4" w:rsidTr="005C3BC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A76E4" w:rsidRPr="00447B8F" w:rsidRDefault="00AA76E4" w:rsidP="005C3BC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A76E4" w:rsidRPr="00447B8F" w:rsidRDefault="00AA76E4" w:rsidP="005C3BC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A76E4" w:rsidTr="005C3BC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A76E4" w:rsidRPr="00447B8F" w:rsidRDefault="00AA76E4" w:rsidP="005C3BC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A76E4" w:rsidRPr="00447B8F" w:rsidRDefault="00AA76E4" w:rsidP="005C3BC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736496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73649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73649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496" w:rsidRDefault="00736496">
      <w:r>
        <w:separator/>
      </w:r>
    </w:p>
  </w:endnote>
  <w:endnote w:type="continuationSeparator" w:id="0">
    <w:p w:rsidR="00736496" w:rsidRDefault="00736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73649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496" w:rsidRDefault="00736496">
      <w:r>
        <w:separator/>
      </w:r>
    </w:p>
  </w:footnote>
  <w:footnote w:type="continuationSeparator" w:id="0">
    <w:p w:rsidR="00736496" w:rsidRDefault="00736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736496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397077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BCC8C19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8144B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7D494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9B0F9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61660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8B276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2CC8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39431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049F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C2FCE05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0A6C35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3A9AB5C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400C7D3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66009FA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78944D3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2556DAE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A5A5B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682371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D9C4BE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8AE3DE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530C52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60C5FA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7366A1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95C08B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4C6018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12C0B1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3A8452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440C026E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925C804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15CECEA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4CD612C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23BADAE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2CB6A5A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258C32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4C7EE86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7EEECB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D386649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C26A64E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ACCA768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6F86DFE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1FE4DF1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667AB7C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58566B2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56F8C98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5576F52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E5F6B6B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E4CE589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0745B06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86AE5204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CBAAAC9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5ADE5AB4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35708FF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27E638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8A96290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8D8A54C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3EBCFC84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EA1CD4D4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7A24398C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3DEC156E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973A1BBE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9446D3D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42701D0E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E378152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5FAE288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3334A66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C4E43B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4EC2B9E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5BA7C0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630778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4D6F3C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E58E81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E9A5FE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4BBC03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CBAA26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3EF6A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E5ABD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8483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7A662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88CD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20C4B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2C0F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2804A71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DCC942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E6DADA9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4B033E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F18618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DCF0817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BEC6351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7AFA2DA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CD360EE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0E52B32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82A7B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C8C94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C263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B12BD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8823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92A20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53A5B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566E2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11F2DE1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817CE65A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C70CD142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6882BCD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05A9608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5636C112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899CAE0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5BD8F968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C26C275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304C572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C5D28F5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5D61A4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41CA64A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BEE5B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D252417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6E0BD1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D0F2854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1F429E4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974A78C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A6A1F5C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93C4537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9448FB4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987A23E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7A36C68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A68CE91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35F448E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104EDC3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CC66237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892E4F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8FACF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04E2E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3C2D1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54A2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4783F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B4A33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44A4A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BAC21E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CF246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422B1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226A4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3A66B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24CC3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64A66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1D8F9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67438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E50A5E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DA8DC0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0D62CF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C7C3FD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B784F7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5B0889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076589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53A52D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42620D5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794A92B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DE8BCE6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41442834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98069672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113444B0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832223C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ED5A3BD0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786DA3E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F8EE70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3AE4B1E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B67C5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54CC4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CE09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9CBB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CE03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B840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2629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B668E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5BE862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8CBE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5F2E1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AACE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76F4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94292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0207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E89C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C28C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63EA74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148A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DD21D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40D8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1EA3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281E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5E3C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81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80221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37DC4B5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BEAE5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05EAC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C85F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C801A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A636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7EA04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CA2E4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A2478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C5CCDB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10887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59E80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43C67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3164A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7D0CD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67C40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7C07A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EBA83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27DA1A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2D6E4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FF098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D6C05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5EA36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81A7B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F9450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B5EA5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1C36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066E038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2C7C1E3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45900428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1AE22D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5E92903A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7A4AD9E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36D87C6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4BC650E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43A22E2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0240B8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C3EE236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5F70BC3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20F2327E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69C0414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92C2E1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348672E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C322895A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A74E03E6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582E379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3F891A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40E0342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484CF69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2B50E8E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FD6FD7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EEBE9C6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BBEB1E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814CA12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A6E054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C4D4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CCEAB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F68DB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2F82E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7029E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AC8B7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7E4AE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21C05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05DA2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2B4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36496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A76E4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ECF33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20</TotalTime>
  <Pages>2</Pages>
  <Words>336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Greň Jan</cp:lastModifiedBy>
  <cp:revision>5</cp:revision>
  <cp:lastPrinted>2018-04-18T10:56:00Z</cp:lastPrinted>
  <dcterms:created xsi:type="dcterms:W3CDTF">2019-06-04T09:28:00Z</dcterms:created>
  <dcterms:modified xsi:type="dcterms:W3CDTF">2021-07-02T14:17:00Z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